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D2B27" w14:textId="77777777" w:rsidR="002E765F" w:rsidRDefault="004B323B" w:rsidP="00244981">
      <w:pPr>
        <w:pStyle w:val="berschrift1"/>
        <w:spacing w:before="0" w:after="0" w:line="276" w:lineRule="auto"/>
        <w:jc w:val="left"/>
      </w:pPr>
      <w:r>
        <w:t xml:space="preserve">La serie F de Wirtgen sustenta la «pole position» en un circuito de Alabama </w:t>
      </w:r>
    </w:p>
    <w:p w14:paraId="4DDD4551" w14:textId="77777777" w:rsidR="002E765F" w:rsidRPr="00A80677" w:rsidRDefault="002E765F" w:rsidP="002E765F">
      <w:pPr>
        <w:pStyle w:val="Text"/>
      </w:pPr>
    </w:p>
    <w:p w14:paraId="3CB91F93" w14:textId="13A07126" w:rsidR="00B53921" w:rsidRDefault="007C7D17" w:rsidP="007658CA">
      <w:pPr>
        <w:pStyle w:val="Text"/>
        <w:spacing w:line="276" w:lineRule="auto"/>
        <w:rPr>
          <w:rStyle w:val="Hervorhebung"/>
        </w:rPr>
      </w:pPr>
      <w:r>
        <w:rPr>
          <w:rStyle w:val="Hervorhebung"/>
        </w:rPr>
        <w:t xml:space="preserve">Dos W 210 Fi de Wirtgen recorren con paso triunfal desde la salida hasta la meta el famoso Barber </w:t>
      </w:r>
      <w:proofErr w:type="spellStart"/>
      <w:r>
        <w:rPr>
          <w:rStyle w:val="Hervorhebung"/>
        </w:rPr>
        <w:t>Motorsports</w:t>
      </w:r>
      <w:proofErr w:type="spellEnd"/>
      <w:r>
        <w:rPr>
          <w:rStyle w:val="Hervorhebung"/>
        </w:rPr>
        <w:t xml:space="preserve"> Park de Alabama. Los propietarios de las máquinas se mostraron entusiasmados con el alto rendimiento y las innovaciones tecnológicas de la nueva generación de fresadoras grandes en sus primeros trabajos en el continente norteamericano. </w:t>
      </w:r>
    </w:p>
    <w:p w14:paraId="24FD1A81" w14:textId="77777777" w:rsidR="007C7D17" w:rsidRDefault="007C7D17" w:rsidP="007658CA">
      <w:pPr>
        <w:pStyle w:val="Text"/>
        <w:spacing w:line="276" w:lineRule="auto"/>
        <w:rPr>
          <w:rStyle w:val="Hervorhebung"/>
        </w:rPr>
      </w:pPr>
    </w:p>
    <w:p w14:paraId="1CEE8103" w14:textId="52D747F1" w:rsidR="00003ED9" w:rsidRDefault="000F5F36" w:rsidP="00003ED9">
      <w:pPr>
        <w:pStyle w:val="Text"/>
        <w:spacing w:line="276" w:lineRule="auto"/>
        <w:rPr>
          <w:noProof/>
        </w:rPr>
      </w:pPr>
      <w:r>
        <w:t xml:space="preserve">Con 766 CV, las dos fresadoras grandes de Wirtgen no tienen nada que envidiar a los potentes motores de los bólidos y motocicletas que luchan habitualmente por mejorar sus tiempos en centésimas de segundo en este trazado de 3,7 km. Para el saneamiento del circuito al este de Birmingham no solo se necesitaban caballos de vapor y velocidad, sino fundamentalmente también precisión y un fresado rentable. Por eso la elección recayó en dos nuevas W 210 Fi, que trabajaron a distintas profundidades de fresado según cada tramo del recorrido. Mientras que en una superficie de 14 500 m² retiraron asfalto y capa de base a hasta 18 cm de profundidad, en los restantes 45 000 m² solo tuvieron que fresar el asfalto a entre 1,2 y 10 cm de profundidad. </w:t>
      </w:r>
    </w:p>
    <w:p w14:paraId="04D801C5" w14:textId="77777777" w:rsidR="00003ED9" w:rsidRDefault="00003ED9" w:rsidP="00003ED9">
      <w:pPr>
        <w:pStyle w:val="Text"/>
        <w:spacing w:line="276" w:lineRule="auto"/>
        <w:rPr>
          <w:noProof/>
          <w:lang w:eastAsia="de-DE"/>
        </w:rPr>
      </w:pPr>
    </w:p>
    <w:p w14:paraId="6DC8A673" w14:textId="77777777" w:rsidR="0082700C" w:rsidRPr="00C22788" w:rsidRDefault="00C22788" w:rsidP="00003ED9">
      <w:pPr>
        <w:pStyle w:val="Text"/>
        <w:spacing w:line="276" w:lineRule="auto"/>
        <w:rPr>
          <w:b/>
          <w:noProof/>
        </w:rPr>
      </w:pPr>
      <w:r>
        <w:rPr>
          <w:b/>
        </w:rPr>
        <w:t xml:space="preserve">Parada en boxes en tiempo récord </w:t>
      </w:r>
    </w:p>
    <w:p w14:paraId="45A67958" w14:textId="77777777" w:rsidR="00B7566E" w:rsidRDefault="00B7566E" w:rsidP="00003ED9">
      <w:pPr>
        <w:pStyle w:val="Text"/>
        <w:spacing w:line="276" w:lineRule="auto"/>
        <w:rPr>
          <w:noProof/>
        </w:rPr>
      </w:pPr>
      <w:r>
        <w:t xml:space="preserve">El cambio de tambores de fresado necesario para ello se realizó casi tan rápido como los mecánicos cambian las ruedas en los bólidos. Efectivamente, gracias al nuevo </w:t>
      </w:r>
      <w:proofErr w:type="spellStart"/>
      <w:r>
        <w:t>Multiple</w:t>
      </w:r>
      <w:proofErr w:type="spellEnd"/>
      <w:r>
        <w:t xml:space="preserve"> </w:t>
      </w:r>
      <w:proofErr w:type="spellStart"/>
      <w:r>
        <w:t>Cutting</w:t>
      </w:r>
      <w:proofErr w:type="spellEnd"/>
      <w:r>
        <w:t xml:space="preserve"> </w:t>
      </w:r>
      <w:proofErr w:type="spellStart"/>
      <w:r>
        <w:t>System</w:t>
      </w:r>
      <w:proofErr w:type="spellEnd"/>
      <w:r>
        <w:t>, los tambores de fresado de la misma anchura de trabajo pero con una distinta distancia entre líneas (</w:t>
      </w:r>
      <w:proofErr w:type="spellStart"/>
      <w:r>
        <w:rPr>
          <w:i/>
          <w:iCs/>
        </w:rPr>
        <w:t>Linienabstand</w:t>
      </w:r>
      <w:proofErr w:type="spellEnd"/>
      <w:r>
        <w:t xml:space="preserve">, LA, por sus siglas en alemán) se pueden sustituir de forma más rápida y sencilla que en otras fresadoras en frío. Para Kim Butler, propietaria de la empresa de fresado contratada Mill </w:t>
      </w:r>
      <w:proofErr w:type="spellStart"/>
      <w:r>
        <w:t>It</w:t>
      </w:r>
      <w:proofErr w:type="spellEnd"/>
      <w:r>
        <w:t xml:space="preserve"> Up, este cambio fue tan rápido que no daba crédito a lo que veía: «Es fantástico. Podemos cambiar los tambores de fresado en ocho minutos, me parece asombroso». </w:t>
      </w:r>
    </w:p>
    <w:p w14:paraId="1E8A10A5" w14:textId="77777777" w:rsidR="00B7566E" w:rsidRDefault="00B7566E" w:rsidP="007D0F3E">
      <w:pPr>
        <w:pStyle w:val="Text"/>
        <w:spacing w:line="276" w:lineRule="auto"/>
        <w:rPr>
          <w:noProof/>
          <w:lang w:eastAsia="de-DE"/>
        </w:rPr>
      </w:pPr>
    </w:p>
    <w:p w14:paraId="31AD3E18" w14:textId="77777777" w:rsidR="00940280" w:rsidRDefault="00B7566E" w:rsidP="007D0F3E">
      <w:pPr>
        <w:pStyle w:val="Text"/>
        <w:spacing w:line="276" w:lineRule="auto"/>
        <w:rPr>
          <w:noProof/>
        </w:rPr>
      </w:pPr>
      <w:r>
        <w:t>Equipadas con nuevas herramientas de corte, las W 210 Fi regresan a pista. En comparación con los tambores de fresado estándar, los tambores de fresado fino presentan más picas de mango cilíndrico y una menor distancia entre líneas, en este caso 298 picas y una distancia de 8 </w:t>
      </w:r>
      <w:proofErr w:type="spellStart"/>
      <w:r>
        <w:t>mm.</w:t>
      </w:r>
      <w:proofErr w:type="spellEnd"/>
      <w:r>
        <w:t xml:space="preserve"> </w:t>
      </w:r>
    </w:p>
    <w:p w14:paraId="5E33E261" w14:textId="172BD9EB" w:rsidR="0008589F" w:rsidRDefault="0008589F">
      <w:pPr>
        <w:rPr>
          <w:noProof/>
          <w:sz w:val="22"/>
          <w:lang w:eastAsia="de-DE"/>
        </w:rPr>
      </w:pPr>
      <w:r>
        <w:rPr>
          <w:noProof/>
          <w:lang w:eastAsia="de-DE"/>
        </w:rPr>
        <w:br w:type="page"/>
      </w:r>
    </w:p>
    <w:p w14:paraId="07807DE8" w14:textId="77777777" w:rsidR="0009037E" w:rsidRPr="0009037E" w:rsidRDefault="0009037E" w:rsidP="007D0F3E">
      <w:pPr>
        <w:pStyle w:val="Text"/>
        <w:spacing w:line="276" w:lineRule="auto"/>
        <w:rPr>
          <w:b/>
          <w:noProof/>
        </w:rPr>
      </w:pPr>
      <w:r>
        <w:rPr>
          <w:b/>
        </w:rPr>
        <w:lastRenderedPageBreak/>
        <w:t>El fresado fino, una táctica decisiva en carrera</w:t>
      </w:r>
    </w:p>
    <w:p w14:paraId="47F6B916" w14:textId="4E50F467" w:rsidR="00671EC9" w:rsidRDefault="000379F5" w:rsidP="007D0F3E">
      <w:pPr>
        <w:pStyle w:val="Text"/>
        <w:spacing w:line="276" w:lineRule="auto"/>
        <w:rPr>
          <w:noProof/>
        </w:rPr>
      </w:pPr>
      <w:r>
        <w:t xml:space="preserve">Los tambores de fresado fino se utilizan por ejemplo cuando es necesario eliminar en la calzada badenes o surcos o cuando hay que conseguir una mejor adherencia en la superficie. En muchos casos, esto evita el extendido de una nueva capa de rodadura. No obstante, también se recurre al método de fresado fino a la hora de extender capas de rodadura de asfalto finas. En ese caso, al crear una superficie de fresado lisa y uniforme se consigue el dentado óptimo con la nueva capa de rodadura. Así, el fresado fino contribuye decisivamente a la calidad del asfalto extendido. Ese fue el caso también en el Barber </w:t>
      </w:r>
      <w:proofErr w:type="spellStart"/>
      <w:r>
        <w:t>Motorsports</w:t>
      </w:r>
      <w:proofErr w:type="spellEnd"/>
      <w:r>
        <w:t xml:space="preserve"> Park. </w:t>
      </w:r>
      <w:r w:rsidR="00671EC9">
        <w:t xml:space="preserve">Por otra parte, el sistema de nivelación también ejerce una influencia decisiva sobre el resultado del fresado. En este sentido, los usuarios también pudieron emplear sistemas desarrollados </w:t>
      </w:r>
      <w:r w:rsidR="00671EC9">
        <w:rPr>
          <w:i/>
          <w:iCs/>
        </w:rPr>
        <w:t>ex profeso</w:t>
      </w:r>
      <w:r w:rsidR="00671EC9">
        <w:t xml:space="preserve"> por Wirtgen. En Alabama se utilizó la versión más novedosa de </w:t>
      </w:r>
      <w:proofErr w:type="spellStart"/>
      <w:r w:rsidR="00671EC9">
        <w:t>Level</w:t>
      </w:r>
      <w:proofErr w:type="spellEnd"/>
      <w:r w:rsidR="00671EC9">
        <w:t xml:space="preserve"> Pro Active.</w:t>
      </w:r>
    </w:p>
    <w:p w14:paraId="5F27507D" w14:textId="77777777" w:rsidR="00907A11" w:rsidRDefault="00907A11" w:rsidP="00244981">
      <w:pPr>
        <w:pStyle w:val="Text"/>
        <w:spacing w:line="276" w:lineRule="auto"/>
        <w:rPr>
          <w:noProof/>
          <w:lang w:eastAsia="de-DE"/>
        </w:rPr>
      </w:pPr>
    </w:p>
    <w:p w14:paraId="0247C0E7" w14:textId="77777777" w:rsidR="00671EC9" w:rsidRDefault="00244411" w:rsidP="00671EC9">
      <w:pPr>
        <w:spacing w:line="276" w:lineRule="auto"/>
        <w:jc w:val="both"/>
        <w:rPr>
          <w:rStyle w:val="Hervorhebung"/>
          <w:sz w:val="22"/>
          <w:szCs w:val="22"/>
        </w:rPr>
      </w:pPr>
      <w:r>
        <w:rPr>
          <w:rStyle w:val="Hervorhebung"/>
          <w:sz w:val="22"/>
        </w:rPr>
        <w:t>Siguiendo el trazado con precisión</w:t>
      </w:r>
    </w:p>
    <w:p w14:paraId="15C00A34" w14:textId="77777777" w:rsidR="00671EC9" w:rsidRDefault="00671EC9" w:rsidP="00671EC9">
      <w:pPr>
        <w:spacing w:line="276" w:lineRule="auto"/>
        <w:jc w:val="both"/>
        <w:rPr>
          <w:rStyle w:val="Hervorhebung"/>
          <w:b w:val="0"/>
          <w:sz w:val="22"/>
          <w:szCs w:val="22"/>
        </w:rPr>
      </w:pPr>
      <w:r>
        <w:rPr>
          <w:rStyle w:val="Hervorhebung"/>
          <w:b w:val="0"/>
          <w:sz w:val="22"/>
        </w:rPr>
        <w:t xml:space="preserve">Gracias a la integración completa de </w:t>
      </w:r>
      <w:proofErr w:type="spellStart"/>
      <w:r>
        <w:rPr>
          <w:rStyle w:val="Hervorhebung"/>
          <w:b w:val="0"/>
          <w:sz w:val="22"/>
        </w:rPr>
        <w:t>Level</w:t>
      </w:r>
      <w:proofErr w:type="spellEnd"/>
      <w:r>
        <w:rPr>
          <w:rStyle w:val="Hervorhebung"/>
          <w:b w:val="0"/>
          <w:sz w:val="22"/>
        </w:rPr>
        <w:t xml:space="preserve"> Pro Active en la unidad de mando de la máquina, las funciones importantes están enlazadas entre sí y los resultados de fresado vienen ya programados de antemano. De esta forma, se pueden realizar con toda rapidez los procesos de trabajo, por ejemplo levantando la máquina para pasar por encima de elementos incorporados a la pista. En el Barber </w:t>
      </w:r>
      <w:proofErr w:type="spellStart"/>
      <w:r>
        <w:rPr>
          <w:rStyle w:val="Hervorhebung"/>
          <w:b w:val="0"/>
          <w:sz w:val="22"/>
        </w:rPr>
        <w:t>Motorsports</w:t>
      </w:r>
      <w:proofErr w:type="spellEnd"/>
      <w:r>
        <w:rPr>
          <w:rStyle w:val="Hervorhebung"/>
          <w:b w:val="0"/>
          <w:sz w:val="22"/>
        </w:rPr>
        <w:t xml:space="preserve"> Park, el sistema de nivelación hizo gala de sus puntos fuertes también al colocar la segunda vía de fresado, para lo que contó con el apoyo activo y preciso de </w:t>
      </w:r>
      <w:proofErr w:type="spellStart"/>
      <w:r>
        <w:rPr>
          <w:rStyle w:val="Hervorhebung"/>
          <w:b w:val="0"/>
          <w:sz w:val="22"/>
        </w:rPr>
        <w:t>Level</w:t>
      </w:r>
      <w:proofErr w:type="spellEnd"/>
      <w:r>
        <w:rPr>
          <w:rStyle w:val="Hervorhebung"/>
          <w:b w:val="0"/>
          <w:sz w:val="22"/>
        </w:rPr>
        <w:t xml:space="preserve"> Pro Active. Esto supone una considerable mejora de la calidad de la superficie fresada. </w:t>
      </w:r>
    </w:p>
    <w:p w14:paraId="03542DC9" w14:textId="77777777" w:rsidR="00B71546" w:rsidRDefault="00B71546" w:rsidP="00671EC9">
      <w:pPr>
        <w:spacing w:line="276" w:lineRule="auto"/>
        <w:jc w:val="both"/>
        <w:rPr>
          <w:rStyle w:val="Hervorhebung"/>
          <w:b w:val="0"/>
          <w:sz w:val="22"/>
          <w:szCs w:val="22"/>
        </w:rPr>
      </w:pPr>
    </w:p>
    <w:p w14:paraId="4F6D27AC" w14:textId="77777777" w:rsidR="00671EC9" w:rsidRPr="00A718DB" w:rsidRDefault="00092B42" w:rsidP="00244981">
      <w:pPr>
        <w:pStyle w:val="Text"/>
        <w:spacing w:line="276" w:lineRule="auto"/>
        <w:rPr>
          <w:b/>
          <w:noProof/>
        </w:rPr>
      </w:pPr>
      <w:r>
        <w:rPr>
          <w:b/>
        </w:rPr>
        <w:t>Doble puesto en el podio</w:t>
      </w:r>
    </w:p>
    <w:p w14:paraId="2997DF69" w14:textId="77777777" w:rsidR="00E46141" w:rsidRPr="00E46141" w:rsidRDefault="00FD5572" w:rsidP="00E46141">
      <w:pPr>
        <w:pStyle w:val="Text"/>
        <w:spacing w:line="276" w:lineRule="auto"/>
        <w:rPr>
          <w:rStyle w:val="Hervorhebung"/>
          <w:b w:val="0"/>
        </w:rPr>
      </w:pPr>
      <w:r>
        <w:t xml:space="preserve">Así lo demostraron con solvencia las dos W 210 Fi en las 17 curvas del trazado de Birmingham. A la conclusión de los trabajos de fresado, Kim Butler se mostró entusiasmada con las innovaciones de las fresadoras grandes de Wirtgen: «Las tecnologías me han dejado boquiabierta». Los propios pilotos también se sorprendieron con la nueva calzada. Comentarios como «lisa como una mesa de billar» o «suave como la mantequilla» demuestran que, </w:t>
      </w:r>
      <w:r>
        <w:rPr>
          <w:rStyle w:val="Hervorhebung"/>
          <w:b w:val="0"/>
        </w:rPr>
        <w:t xml:space="preserve">además de la adherencia necesaria, también se consiguió con éxito la otra característica de la superficie importante para los pilotos. </w:t>
      </w:r>
    </w:p>
    <w:p w14:paraId="4262752B" w14:textId="13EDAC91" w:rsidR="00082828" w:rsidRDefault="00082828" w:rsidP="00E46141">
      <w:pPr>
        <w:pStyle w:val="Text"/>
        <w:spacing w:line="276" w:lineRule="auto"/>
        <w:rPr>
          <w:rStyle w:val="Hervorhebung"/>
          <w:b w:val="0"/>
        </w:rPr>
      </w:pPr>
    </w:p>
    <w:p w14:paraId="0B29661E" w14:textId="4E3F4817" w:rsidR="005121A0" w:rsidRDefault="005121A0" w:rsidP="00E46141">
      <w:pPr>
        <w:pStyle w:val="Text"/>
        <w:spacing w:line="276" w:lineRule="auto"/>
        <w:rPr>
          <w:rStyle w:val="Hervorhebung"/>
          <w:b w:val="0"/>
        </w:rPr>
      </w:pPr>
      <w:bookmarkStart w:id="0" w:name="_GoBack"/>
      <w:bookmarkEnd w:id="0"/>
    </w:p>
    <w:p w14:paraId="6CBD8739" w14:textId="61CA8438" w:rsidR="00ED56BA" w:rsidRDefault="00ED56BA">
      <w:pPr>
        <w:rPr>
          <w:rStyle w:val="Hervorhebung"/>
          <w:b w:val="0"/>
          <w:sz w:val="22"/>
        </w:rPr>
      </w:pPr>
      <w:r>
        <w:br w:type="page"/>
      </w:r>
    </w:p>
    <w:p w14:paraId="68BAFEFE" w14:textId="77777777" w:rsidR="00D166AC" w:rsidRDefault="002844EF" w:rsidP="00C644CA">
      <w:pPr>
        <w:pStyle w:val="HeadlineFotos"/>
      </w:pPr>
      <w:r>
        <w:rPr>
          <w:rFonts w:ascii="Verdana" w:hAnsi="Verdana"/>
          <w:caps w:val="0"/>
        </w:rPr>
        <w:lastRenderedPageBreak/>
        <w:t>Fotos:</w:t>
      </w:r>
    </w:p>
    <w:tbl>
      <w:tblPr>
        <w:tblStyle w:val="Basic"/>
        <w:tblW w:w="0" w:type="auto"/>
        <w:tblCellSpacing w:w="71" w:type="dxa"/>
        <w:tblLook w:val="04A0" w:firstRow="1" w:lastRow="0" w:firstColumn="1" w:lastColumn="0" w:noHBand="0" w:noVBand="1"/>
      </w:tblPr>
      <w:tblGrid>
        <w:gridCol w:w="4910"/>
        <w:gridCol w:w="4614"/>
      </w:tblGrid>
      <w:tr w:rsidR="00D166AC" w14:paraId="3DEDEF06" w14:textId="7777777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68D55799" w14:textId="77777777" w:rsidR="00D166AC" w:rsidRPr="00D166AC" w:rsidRDefault="00D166AC" w:rsidP="00D166AC">
            <w:r>
              <w:rPr>
                <w:noProof/>
              </w:rPr>
              <w:drawing>
                <wp:inline distT="0" distB="0" distL="0" distR="0" wp14:anchorId="34B6D477" wp14:editId="65019A91">
                  <wp:extent cx="2668377"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14:paraId="5B8E760D" w14:textId="77777777" w:rsidR="0014683F" w:rsidRDefault="00952F6A" w:rsidP="0014683F">
            <w:pPr>
              <w:pStyle w:val="berschrift3"/>
              <w:outlineLvl w:val="2"/>
            </w:pPr>
            <w:r>
              <w:t>W_photo_W210Fi_00193</w:t>
            </w:r>
          </w:p>
          <w:p w14:paraId="0353B907" w14:textId="77777777" w:rsidR="00D166AC" w:rsidRPr="005B3697" w:rsidRDefault="001C1760" w:rsidP="00DB485C">
            <w:pPr>
              <w:pStyle w:val="Text"/>
              <w:jc w:val="left"/>
              <w:rPr>
                <w:sz w:val="20"/>
              </w:rPr>
            </w:pPr>
            <w:r>
              <w:rPr>
                <w:sz w:val="20"/>
              </w:rPr>
              <w:t xml:space="preserve">Estreno potente en Norteamérica: las fresadoras grandes de la nueva serie F de Wirtgen sanean el circuito Barber </w:t>
            </w:r>
            <w:proofErr w:type="spellStart"/>
            <w:r>
              <w:rPr>
                <w:sz w:val="20"/>
              </w:rPr>
              <w:t>Motorsports</w:t>
            </w:r>
            <w:proofErr w:type="spellEnd"/>
            <w:r>
              <w:rPr>
                <w:sz w:val="20"/>
              </w:rPr>
              <w:t xml:space="preserve"> Park en Alabama.</w:t>
            </w:r>
          </w:p>
        </w:tc>
      </w:tr>
    </w:tbl>
    <w:p w14:paraId="6BF79CD6" w14:textId="77777777" w:rsidR="00D166AC" w:rsidRDefault="00D166AC" w:rsidP="00D166AC">
      <w:pPr>
        <w:pStyle w:val="Text"/>
      </w:pPr>
    </w:p>
    <w:tbl>
      <w:tblPr>
        <w:tblStyle w:val="Basic"/>
        <w:tblW w:w="0" w:type="auto"/>
        <w:tblCellSpacing w:w="71" w:type="dxa"/>
        <w:tblLook w:val="04A0" w:firstRow="1" w:lastRow="0" w:firstColumn="1" w:lastColumn="0" w:noHBand="0" w:noVBand="1"/>
      </w:tblPr>
      <w:tblGrid>
        <w:gridCol w:w="4881"/>
        <w:gridCol w:w="4643"/>
      </w:tblGrid>
      <w:tr w:rsidR="00952F6A" w:rsidRPr="005B3697" w14:paraId="158CBC5F" w14:textId="77777777" w:rsidTr="00031072">
        <w:trPr>
          <w:cnfStyle w:val="100000000000" w:firstRow="1" w:lastRow="0" w:firstColumn="0" w:lastColumn="0" w:oddVBand="0" w:evenVBand="0" w:oddHBand="0" w:evenHBand="0" w:firstRowFirstColumn="0" w:firstRowLastColumn="0" w:lastRowFirstColumn="0" w:lastRowLastColumn="0"/>
          <w:tblCellSpacing w:w="71" w:type="dxa"/>
        </w:trPr>
        <w:tc>
          <w:tcPr>
            <w:tcW w:w="4668" w:type="dxa"/>
            <w:tcBorders>
              <w:right w:val="single" w:sz="4" w:space="0" w:color="auto"/>
            </w:tcBorders>
          </w:tcPr>
          <w:p w14:paraId="15489E8D" w14:textId="77777777" w:rsidR="00952F6A" w:rsidRPr="00D166AC" w:rsidRDefault="00952F6A" w:rsidP="00031072">
            <w:r>
              <w:rPr>
                <w:noProof/>
              </w:rPr>
              <w:drawing>
                <wp:inline distT="0" distB="0" distL="0" distR="0" wp14:anchorId="0993AC82" wp14:editId="014DA610">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30" w:type="dxa"/>
          </w:tcPr>
          <w:p w14:paraId="1DF754C7" w14:textId="77777777" w:rsidR="00952F6A" w:rsidRDefault="00952F6A" w:rsidP="00031072">
            <w:pPr>
              <w:pStyle w:val="berschrift3"/>
              <w:outlineLvl w:val="2"/>
            </w:pPr>
            <w:r>
              <w:t xml:space="preserve">W_photo_W210Fi_00204_PR </w:t>
            </w:r>
          </w:p>
          <w:p w14:paraId="347C09B2" w14:textId="77777777" w:rsidR="00952F6A" w:rsidRPr="005B3697" w:rsidRDefault="00952F6A" w:rsidP="00031072">
            <w:pPr>
              <w:pStyle w:val="Text"/>
              <w:jc w:val="left"/>
              <w:rPr>
                <w:sz w:val="20"/>
              </w:rPr>
            </w:pPr>
            <w:r>
              <w:rPr>
                <w:sz w:val="20"/>
              </w:rPr>
              <w:t>La W 210 Fi traslada con eficiencia sus 766 CV a la pista y realiza así los trabajos de fresado de forma rápida y rentable.</w:t>
            </w:r>
          </w:p>
        </w:tc>
      </w:tr>
    </w:tbl>
    <w:p w14:paraId="53233FA8" w14:textId="77777777" w:rsidR="00952F6A" w:rsidRDefault="00952F6A" w:rsidP="00D166AC">
      <w:pPr>
        <w:pStyle w:val="Text"/>
      </w:pPr>
    </w:p>
    <w:tbl>
      <w:tblPr>
        <w:tblStyle w:val="Basic"/>
        <w:tblW w:w="0" w:type="auto"/>
        <w:tblCellSpacing w:w="71" w:type="dxa"/>
        <w:tblLook w:val="04A0" w:firstRow="1" w:lastRow="0" w:firstColumn="1" w:lastColumn="0" w:noHBand="0" w:noVBand="1"/>
      </w:tblPr>
      <w:tblGrid>
        <w:gridCol w:w="4881"/>
        <w:gridCol w:w="4643"/>
      </w:tblGrid>
      <w:tr w:rsidR="00376E96" w:rsidRPr="005B3697" w14:paraId="28244C68" w14:textId="77777777" w:rsidTr="00031072">
        <w:trPr>
          <w:cnfStyle w:val="100000000000" w:firstRow="1" w:lastRow="0" w:firstColumn="0" w:lastColumn="0" w:oddVBand="0" w:evenVBand="0" w:oddHBand="0" w:evenHBand="0" w:firstRowFirstColumn="0" w:firstRowLastColumn="0" w:lastRowFirstColumn="0" w:lastRowLastColumn="0"/>
          <w:tblCellSpacing w:w="71" w:type="dxa"/>
        </w:trPr>
        <w:tc>
          <w:tcPr>
            <w:tcW w:w="4668" w:type="dxa"/>
            <w:tcBorders>
              <w:right w:val="single" w:sz="4" w:space="0" w:color="auto"/>
            </w:tcBorders>
          </w:tcPr>
          <w:p w14:paraId="0A4E0440" w14:textId="77777777" w:rsidR="00376E96" w:rsidRPr="00D166AC" w:rsidRDefault="00376E96" w:rsidP="00031072">
            <w:r>
              <w:rPr>
                <w:noProof/>
              </w:rPr>
              <w:drawing>
                <wp:inline distT="0" distB="0" distL="0" distR="0" wp14:anchorId="1AE85515" wp14:editId="5E14D2FB">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30" w:type="dxa"/>
          </w:tcPr>
          <w:p w14:paraId="6E05B429" w14:textId="77777777" w:rsidR="00376E96" w:rsidRDefault="00376E96" w:rsidP="00031072">
            <w:pPr>
              <w:pStyle w:val="berschrift3"/>
              <w:outlineLvl w:val="2"/>
            </w:pPr>
            <w:r>
              <w:t>W_photo_W210Fi_00178</w:t>
            </w:r>
          </w:p>
          <w:p w14:paraId="6BDD697A" w14:textId="27EFCCBB" w:rsidR="00376E96" w:rsidRPr="005B3697" w:rsidRDefault="00376E96" w:rsidP="007C2CC6">
            <w:pPr>
              <w:pStyle w:val="Text"/>
              <w:jc w:val="left"/>
              <w:rPr>
                <w:sz w:val="20"/>
              </w:rPr>
            </w:pPr>
            <w:r>
              <w:rPr>
                <w:sz w:val="20"/>
              </w:rPr>
              <w:t>Las cambiantes profundidades de trabajo de entre 1,2 cm y 18 cm no son ningún problema para las fresadoras grandes de Wirtgen.</w:t>
            </w:r>
          </w:p>
        </w:tc>
      </w:tr>
    </w:tbl>
    <w:p w14:paraId="1393F897" w14:textId="77777777" w:rsidR="00376E96" w:rsidRDefault="00376E96" w:rsidP="00D166AC">
      <w:pPr>
        <w:pStyle w:val="Text"/>
      </w:pPr>
    </w:p>
    <w:tbl>
      <w:tblPr>
        <w:tblStyle w:val="Basic"/>
        <w:tblW w:w="0" w:type="auto"/>
        <w:tblCellSpacing w:w="71" w:type="dxa"/>
        <w:tblLook w:val="04A0" w:firstRow="1" w:lastRow="0" w:firstColumn="1" w:lastColumn="0" w:noHBand="0" w:noVBand="1"/>
      </w:tblPr>
      <w:tblGrid>
        <w:gridCol w:w="4883"/>
        <w:gridCol w:w="4641"/>
      </w:tblGrid>
      <w:tr w:rsidR="00A94FC3" w:rsidRPr="005B3697" w14:paraId="44A914C8" w14:textId="77777777" w:rsidTr="006F629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2EB48549" w14:textId="77777777" w:rsidR="00A94FC3" w:rsidRPr="00D166AC" w:rsidRDefault="00A94FC3" w:rsidP="006F629E">
            <w:r>
              <w:rPr>
                <w:noProof/>
              </w:rPr>
              <w:lastRenderedPageBreak/>
              <w:drawing>
                <wp:inline distT="0" distB="0" distL="0" distR="0" wp14:anchorId="5FEED00B" wp14:editId="67B02AE2">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14:paraId="5E69FF7C" w14:textId="77777777" w:rsidR="00A94FC3" w:rsidRDefault="001F0B8C" w:rsidP="006F629E">
            <w:pPr>
              <w:pStyle w:val="berschrift3"/>
              <w:outlineLvl w:val="2"/>
            </w:pPr>
            <w:r>
              <w:t>W_photo_W210Fi_00198_HI</w:t>
            </w:r>
          </w:p>
          <w:p w14:paraId="237B1A34" w14:textId="77777777" w:rsidR="00A94FC3" w:rsidRPr="005B3697" w:rsidRDefault="001C1760" w:rsidP="00F25DFE">
            <w:pPr>
              <w:pStyle w:val="Text"/>
              <w:jc w:val="left"/>
              <w:rPr>
                <w:sz w:val="20"/>
              </w:rPr>
            </w:pPr>
            <w:r>
              <w:rPr>
                <w:sz w:val="20"/>
              </w:rPr>
              <w:t>En decalaje lateral, las dos fresadoras en frío W 210 Fi retiran el asfalto con precisión.</w:t>
            </w:r>
          </w:p>
        </w:tc>
      </w:tr>
    </w:tbl>
    <w:p w14:paraId="258F18F8" w14:textId="77777777" w:rsidR="00A94FC3" w:rsidRDefault="00A94FC3" w:rsidP="00D166AC">
      <w:pPr>
        <w:pStyle w:val="Text"/>
      </w:pPr>
    </w:p>
    <w:p w14:paraId="7DBDB38A" w14:textId="77777777" w:rsidR="00C03396" w:rsidRDefault="00C03396" w:rsidP="00C03396">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w:t>
      </w:r>
      <w:proofErr w:type="spellStart"/>
      <w:r>
        <w:rPr>
          <w:i/>
        </w:rPr>
        <w:t>Group</w:t>
      </w:r>
      <w:proofErr w:type="spellEnd"/>
      <w:r>
        <w:rPr>
          <w:i/>
        </w:rPr>
        <w:t>.</w:t>
      </w:r>
    </w:p>
    <w:p w14:paraId="719D9FFA" w14:textId="77777777" w:rsidR="00244981" w:rsidRDefault="00244981" w:rsidP="00D166AC">
      <w:pPr>
        <w:pStyle w:val="Text"/>
      </w:pPr>
    </w:p>
    <w:p w14:paraId="470F3AEC" w14:textId="7A72FA46" w:rsidR="00E134D5" w:rsidRDefault="00E134D5"/>
    <w:tbl>
      <w:tblPr>
        <w:tblStyle w:val="Basic"/>
        <w:tblW w:w="0" w:type="auto"/>
        <w:tblLook w:val="04A0" w:firstRow="1" w:lastRow="0" w:firstColumn="1" w:lastColumn="0" w:noHBand="0" w:noVBand="1"/>
      </w:tblPr>
      <w:tblGrid>
        <w:gridCol w:w="4784"/>
        <w:gridCol w:w="4740"/>
      </w:tblGrid>
      <w:tr w:rsidR="00D166AC" w14:paraId="3665FEEE"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2E544860" w14:textId="77777777" w:rsidR="002844EF" w:rsidRDefault="002844EF" w:rsidP="0034191A">
            <w:pPr>
              <w:pStyle w:val="HeadlineKontakte"/>
              <w:rPr>
                <w:rFonts w:ascii="Verdana" w:eastAsia="Calibri" w:hAnsi="Verdana" w:cs="Times New Roman"/>
                <w:caps w:val="0"/>
                <w:szCs w:val="22"/>
              </w:rPr>
            </w:pPr>
            <w:r>
              <w:rPr>
                <w:rFonts w:ascii="Verdana" w:hAnsi="Verdana"/>
                <w:caps w:val="0"/>
              </w:rPr>
              <w:t xml:space="preserve">SI DESEA INFORMACIÓN MÁS DETALLADA, </w:t>
            </w:r>
          </w:p>
          <w:p w14:paraId="72696024" w14:textId="77777777" w:rsidR="00D166AC" w:rsidRPr="0008589F" w:rsidRDefault="002844EF" w:rsidP="0034191A">
            <w:pPr>
              <w:pStyle w:val="HeadlineKontakte"/>
              <w:rPr>
                <w:lang w:val="en-US"/>
              </w:rPr>
            </w:pPr>
            <w:r w:rsidRPr="0008589F">
              <w:rPr>
                <w:rFonts w:ascii="Verdana" w:hAnsi="Verdana"/>
                <w:caps w:val="0"/>
                <w:lang w:val="en-US"/>
              </w:rPr>
              <w:t>DIRÍJASE A:</w:t>
            </w:r>
          </w:p>
          <w:p w14:paraId="4F9A3A0A" w14:textId="77777777" w:rsidR="008D4AE7" w:rsidRPr="0008589F" w:rsidRDefault="008D4AE7" w:rsidP="008D4AE7">
            <w:pPr>
              <w:pStyle w:val="Text"/>
              <w:rPr>
                <w:lang w:val="en-US"/>
              </w:rPr>
            </w:pPr>
            <w:r w:rsidRPr="0008589F">
              <w:rPr>
                <w:lang w:val="en-US"/>
              </w:rPr>
              <w:t>WIRTGEN GmbH</w:t>
            </w:r>
          </w:p>
          <w:p w14:paraId="6AB1804D" w14:textId="77777777" w:rsidR="008D4AE7" w:rsidRPr="0008589F" w:rsidRDefault="008D4AE7" w:rsidP="008D4AE7">
            <w:pPr>
              <w:pStyle w:val="Text"/>
              <w:rPr>
                <w:lang w:val="en-US"/>
              </w:rPr>
            </w:pPr>
            <w:r w:rsidRPr="0008589F">
              <w:rPr>
                <w:lang w:val="en-US"/>
              </w:rPr>
              <w:t>Corporate Communications</w:t>
            </w:r>
          </w:p>
          <w:p w14:paraId="3693EEAD" w14:textId="77777777" w:rsidR="008D4AE7" w:rsidRPr="0008589F" w:rsidRDefault="008D4AE7" w:rsidP="008D4AE7">
            <w:pPr>
              <w:pStyle w:val="Text"/>
              <w:rPr>
                <w:lang w:val="en-US"/>
              </w:rPr>
            </w:pPr>
            <w:r w:rsidRPr="0008589F">
              <w:rPr>
                <w:lang w:val="en-US"/>
              </w:rPr>
              <w:t>Michaela Adams, Mario Linnemann</w:t>
            </w:r>
          </w:p>
          <w:p w14:paraId="6438417B" w14:textId="77777777" w:rsidR="008D4AE7" w:rsidRPr="0008589F" w:rsidRDefault="008D4AE7" w:rsidP="008D4AE7">
            <w:pPr>
              <w:pStyle w:val="Text"/>
              <w:rPr>
                <w:lang w:val="de-DE"/>
              </w:rPr>
            </w:pPr>
            <w:r w:rsidRPr="0008589F">
              <w:rPr>
                <w:lang w:val="de-DE"/>
              </w:rPr>
              <w:t>Reinhard-Wirtgen-Straße 2</w:t>
            </w:r>
          </w:p>
          <w:p w14:paraId="5D34F555" w14:textId="77777777" w:rsidR="008D4AE7" w:rsidRPr="0008589F" w:rsidRDefault="008D4AE7" w:rsidP="008D4AE7">
            <w:pPr>
              <w:pStyle w:val="Text"/>
              <w:rPr>
                <w:lang w:val="de-DE"/>
              </w:rPr>
            </w:pPr>
            <w:r w:rsidRPr="0008589F">
              <w:rPr>
                <w:lang w:val="de-DE"/>
              </w:rPr>
              <w:t>53578 Windhagen</w:t>
            </w:r>
          </w:p>
          <w:p w14:paraId="53B49C10" w14:textId="77777777" w:rsidR="008D4AE7" w:rsidRPr="0008589F" w:rsidRDefault="008D4AE7" w:rsidP="008D4AE7">
            <w:pPr>
              <w:pStyle w:val="Text"/>
              <w:rPr>
                <w:lang w:val="de-DE"/>
              </w:rPr>
            </w:pPr>
            <w:proofErr w:type="spellStart"/>
            <w:r w:rsidRPr="0008589F">
              <w:rPr>
                <w:lang w:val="de-DE"/>
              </w:rPr>
              <w:t>Alemania</w:t>
            </w:r>
            <w:proofErr w:type="spellEnd"/>
          </w:p>
          <w:p w14:paraId="52D3F804" w14:textId="77777777" w:rsidR="008D4AE7" w:rsidRPr="0008589F" w:rsidRDefault="008D4AE7" w:rsidP="008D4AE7">
            <w:pPr>
              <w:pStyle w:val="Text"/>
              <w:rPr>
                <w:lang w:val="de-DE"/>
              </w:rPr>
            </w:pPr>
          </w:p>
          <w:p w14:paraId="28DE8201" w14:textId="77777777" w:rsidR="008D4AE7" w:rsidRPr="0008589F" w:rsidRDefault="008D4AE7" w:rsidP="008D4AE7">
            <w:pPr>
              <w:pStyle w:val="Text"/>
              <w:rPr>
                <w:lang w:val="de-DE"/>
              </w:rPr>
            </w:pPr>
            <w:proofErr w:type="spellStart"/>
            <w:r w:rsidRPr="0008589F">
              <w:rPr>
                <w:lang w:val="de-DE"/>
              </w:rPr>
              <w:t>Teléfono</w:t>
            </w:r>
            <w:proofErr w:type="spellEnd"/>
            <w:r w:rsidRPr="0008589F">
              <w:rPr>
                <w:lang w:val="de-DE"/>
              </w:rPr>
              <w:t>: +49 (0) 2645 131 – 3178</w:t>
            </w:r>
          </w:p>
          <w:p w14:paraId="7B2E1DF3" w14:textId="77777777" w:rsidR="008D4AE7" w:rsidRPr="0008589F" w:rsidRDefault="008D4AE7" w:rsidP="008D4AE7">
            <w:pPr>
              <w:pStyle w:val="Text"/>
              <w:rPr>
                <w:lang w:val="pt-BR"/>
              </w:rPr>
            </w:pPr>
            <w:r w:rsidRPr="0008589F">
              <w:rPr>
                <w:lang w:val="pt-BR"/>
              </w:rPr>
              <w:t>Telefax: +49 (0) 2645 131 – 499</w:t>
            </w:r>
          </w:p>
          <w:p w14:paraId="333FFF52" w14:textId="77777777" w:rsidR="008D4AE7" w:rsidRPr="0008589F" w:rsidRDefault="00D24067" w:rsidP="008D4AE7">
            <w:pPr>
              <w:pStyle w:val="Text"/>
              <w:rPr>
                <w:lang w:val="pt-BR"/>
              </w:rPr>
            </w:pPr>
            <w:r w:rsidRPr="0008589F">
              <w:rPr>
                <w:lang w:val="pt-BR"/>
              </w:rPr>
              <w:t>E-mail: presse@wirtgen.com</w:t>
            </w:r>
          </w:p>
          <w:p w14:paraId="3932B2FF"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6909C20B" w14:textId="77777777" w:rsidR="0034191A" w:rsidRPr="0034191A" w:rsidRDefault="0034191A" w:rsidP="0034191A">
            <w:pPr>
              <w:pStyle w:val="Text"/>
            </w:pPr>
          </w:p>
        </w:tc>
      </w:tr>
    </w:tbl>
    <w:p w14:paraId="01F1CFA0" w14:textId="77777777"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A46BA" w14:textId="77777777" w:rsidR="006632AF" w:rsidRDefault="006632AF" w:rsidP="00E55534">
      <w:r>
        <w:separator/>
      </w:r>
    </w:p>
  </w:endnote>
  <w:endnote w:type="continuationSeparator" w:id="0">
    <w:p w14:paraId="481AA031" w14:textId="77777777" w:rsidR="006632AF" w:rsidRDefault="006632A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43511C9"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C30FA71"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5E04AB86" w14:textId="768EEDA1"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C2CC6">
                    <w:rPr>
                      <w:noProof/>
                    </w:rPr>
                    <w:t>04</w:t>
                  </w:r>
                  <w:r w:rsidRPr="008C2DB2">
                    <w:fldChar w:fldCharType="end"/>
                  </w:r>
                </w:p>
              </w:sdtContent>
            </w:sdt>
          </w:tc>
        </w:tr>
      </w:sdtContent>
    </w:sdt>
  </w:tbl>
  <w:sdt>
    <w:sdtPr>
      <w:id w:val="-958642266"/>
      <w:lock w:val="sdtContentLocked"/>
    </w:sdtPr>
    <w:sdtEndPr/>
    <w:sdtContent>
      <w:p w14:paraId="32F8519E" w14:textId="77777777"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22C2E6B4" wp14:editId="2A194AE7">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5B8BE1"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6CE2DE3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7FE41ABE"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672B852" w14:textId="77777777"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9DFB191" wp14:editId="75ABE183">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0F2BB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5CA5B" w14:textId="77777777" w:rsidR="006632AF" w:rsidRDefault="006632AF" w:rsidP="00E55534">
      <w:r>
        <w:separator/>
      </w:r>
    </w:p>
  </w:footnote>
  <w:footnote w:type="continuationSeparator" w:id="0">
    <w:p w14:paraId="31EC0C62" w14:textId="77777777" w:rsidR="006632AF" w:rsidRDefault="006632A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16E56573"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1925F7E1"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7971ADD0"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60A33B31" w14:textId="77777777"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36BB06F0" wp14:editId="4005FF8D">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4129A04F" wp14:editId="74F7D99A">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6363E028" wp14:editId="099B381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F190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2A6622A1" w14:textId="77777777"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275B4CA5" wp14:editId="74982FC7">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1257C9"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0D6DDD55" wp14:editId="4AD0B90E">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44582A3F" wp14:editId="05599CC4">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3E1"/>
    <w:rsid w:val="00003ED9"/>
    <w:rsid w:val="000144DB"/>
    <w:rsid w:val="000379F5"/>
    <w:rsid w:val="00042106"/>
    <w:rsid w:val="0005285B"/>
    <w:rsid w:val="00066D09"/>
    <w:rsid w:val="00082828"/>
    <w:rsid w:val="00083E7A"/>
    <w:rsid w:val="0008589F"/>
    <w:rsid w:val="0009037E"/>
    <w:rsid w:val="00092B42"/>
    <w:rsid w:val="0009665C"/>
    <w:rsid w:val="000A1FBA"/>
    <w:rsid w:val="000E2697"/>
    <w:rsid w:val="000F5F36"/>
    <w:rsid w:val="00103205"/>
    <w:rsid w:val="0012026F"/>
    <w:rsid w:val="00132055"/>
    <w:rsid w:val="0014683F"/>
    <w:rsid w:val="001A1A55"/>
    <w:rsid w:val="001B16BB"/>
    <w:rsid w:val="001B63D0"/>
    <w:rsid w:val="001C1760"/>
    <w:rsid w:val="001D51DC"/>
    <w:rsid w:val="001F0B8C"/>
    <w:rsid w:val="00244411"/>
    <w:rsid w:val="00244981"/>
    <w:rsid w:val="00246D3A"/>
    <w:rsid w:val="00250A2C"/>
    <w:rsid w:val="00253A2E"/>
    <w:rsid w:val="002844EF"/>
    <w:rsid w:val="002929E0"/>
    <w:rsid w:val="0029634D"/>
    <w:rsid w:val="002A12FA"/>
    <w:rsid w:val="002E765F"/>
    <w:rsid w:val="002F108B"/>
    <w:rsid w:val="0034191A"/>
    <w:rsid w:val="00343CC7"/>
    <w:rsid w:val="00365EFE"/>
    <w:rsid w:val="0037186E"/>
    <w:rsid w:val="00376E96"/>
    <w:rsid w:val="00384A08"/>
    <w:rsid w:val="003A753A"/>
    <w:rsid w:val="003E1CB6"/>
    <w:rsid w:val="003E3CF6"/>
    <w:rsid w:val="003E759F"/>
    <w:rsid w:val="003F2DFD"/>
    <w:rsid w:val="00403373"/>
    <w:rsid w:val="00406C81"/>
    <w:rsid w:val="00412545"/>
    <w:rsid w:val="00430BB0"/>
    <w:rsid w:val="00463D7D"/>
    <w:rsid w:val="00476F4D"/>
    <w:rsid w:val="00497B61"/>
    <w:rsid w:val="004B323B"/>
    <w:rsid w:val="004C3AA4"/>
    <w:rsid w:val="004D057B"/>
    <w:rsid w:val="00506409"/>
    <w:rsid w:val="005121A0"/>
    <w:rsid w:val="00530E32"/>
    <w:rsid w:val="00556C7B"/>
    <w:rsid w:val="00566DFD"/>
    <w:rsid w:val="005711A3"/>
    <w:rsid w:val="00573B2B"/>
    <w:rsid w:val="005964EB"/>
    <w:rsid w:val="005A4F04"/>
    <w:rsid w:val="005B3697"/>
    <w:rsid w:val="005B5793"/>
    <w:rsid w:val="006330A2"/>
    <w:rsid w:val="00642EB6"/>
    <w:rsid w:val="00661C9E"/>
    <w:rsid w:val="006632AF"/>
    <w:rsid w:val="00667136"/>
    <w:rsid w:val="00671EC9"/>
    <w:rsid w:val="006A6332"/>
    <w:rsid w:val="006B73C9"/>
    <w:rsid w:val="006C22CD"/>
    <w:rsid w:val="006C6B4B"/>
    <w:rsid w:val="006D797E"/>
    <w:rsid w:val="006F7602"/>
    <w:rsid w:val="00722A17"/>
    <w:rsid w:val="007326BB"/>
    <w:rsid w:val="00757B83"/>
    <w:rsid w:val="007658CA"/>
    <w:rsid w:val="007723E1"/>
    <w:rsid w:val="00791A69"/>
    <w:rsid w:val="00794830"/>
    <w:rsid w:val="00797CAA"/>
    <w:rsid w:val="007A53A3"/>
    <w:rsid w:val="007C2658"/>
    <w:rsid w:val="007C2CC6"/>
    <w:rsid w:val="007C362C"/>
    <w:rsid w:val="007C7D17"/>
    <w:rsid w:val="007D0F3E"/>
    <w:rsid w:val="007E0E94"/>
    <w:rsid w:val="007E20D0"/>
    <w:rsid w:val="007E733F"/>
    <w:rsid w:val="00820315"/>
    <w:rsid w:val="0082700C"/>
    <w:rsid w:val="00843B45"/>
    <w:rsid w:val="00847049"/>
    <w:rsid w:val="00863129"/>
    <w:rsid w:val="00881041"/>
    <w:rsid w:val="008C242F"/>
    <w:rsid w:val="008C2DB2"/>
    <w:rsid w:val="008D4AE7"/>
    <w:rsid w:val="008D5C59"/>
    <w:rsid w:val="008D770E"/>
    <w:rsid w:val="008E4ACB"/>
    <w:rsid w:val="00901577"/>
    <w:rsid w:val="0090337E"/>
    <w:rsid w:val="00907A11"/>
    <w:rsid w:val="00940280"/>
    <w:rsid w:val="00952F6A"/>
    <w:rsid w:val="009A7E90"/>
    <w:rsid w:val="009C2378"/>
    <w:rsid w:val="009D016F"/>
    <w:rsid w:val="009E251D"/>
    <w:rsid w:val="00A171F4"/>
    <w:rsid w:val="00A24EFC"/>
    <w:rsid w:val="00A61E21"/>
    <w:rsid w:val="00A718DB"/>
    <w:rsid w:val="00A7275B"/>
    <w:rsid w:val="00A80677"/>
    <w:rsid w:val="00A94FC3"/>
    <w:rsid w:val="00A977CE"/>
    <w:rsid w:val="00AA68C2"/>
    <w:rsid w:val="00AD131F"/>
    <w:rsid w:val="00AE1068"/>
    <w:rsid w:val="00AF0B66"/>
    <w:rsid w:val="00AF3B3A"/>
    <w:rsid w:val="00AF6569"/>
    <w:rsid w:val="00AF6A55"/>
    <w:rsid w:val="00B06265"/>
    <w:rsid w:val="00B25B14"/>
    <w:rsid w:val="00B53921"/>
    <w:rsid w:val="00B5695F"/>
    <w:rsid w:val="00B71546"/>
    <w:rsid w:val="00B7566E"/>
    <w:rsid w:val="00B90F78"/>
    <w:rsid w:val="00BA7222"/>
    <w:rsid w:val="00BB570C"/>
    <w:rsid w:val="00BD1058"/>
    <w:rsid w:val="00BF56B2"/>
    <w:rsid w:val="00C02B1B"/>
    <w:rsid w:val="00C03396"/>
    <w:rsid w:val="00C1451A"/>
    <w:rsid w:val="00C17A51"/>
    <w:rsid w:val="00C22788"/>
    <w:rsid w:val="00C32ED0"/>
    <w:rsid w:val="00C457C3"/>
    <w:rsid w:val="00C644CA"/>
    <w:rsid w:val="00C7135A"/>
    <w:rsid w:val="00C73005"/>
    <w:rsid w:val="00C81FC4"/>
    <w:rsid w:val="00CA4D6B"/>
    <w:rsid w:val="00CB2117"/>
    <w:rsid w:val="00CF36C9"/>
    <w:rsid w:val="00D166AC"/>
    <w:rsid w:val="00D24067"/>
    <w:rsid w:val="00D71A7B"/>
    <w:rsid w:val="00D817B6"/>
    <w:rsid w:val="00DB485C"/>
    <w:rsid w:val="00DD290E"/>
    <w:rsid w:val="00DF7698"/>
    <w:rsid w:val="00E134D5"/>
    <w:rsid w:val="00E13D7D"/>
    <w:rsid w:val="00E14608"/>
    <w:rsid w:val="00E21E67"/>
    <w:rsid w:val="00E30EBF"/>
    <w:rsid w:val="00E334E6"/>
    <w:rsid w:val="00E46141"/>
    <w:rsid w:val="00E52D70"/>
    <w:rsid w:val="00E55534"/>
    <w:rsid w:val="00E914D1"/>
    <w:rsid w:val="00EC7B76"/>
    <w:rsid w:val="00ED56BA"/>
    <w:rsid w:val="00F20920"/>
    <w:rsid w:val="00F22145"/>
    <w:rsid w:val="00F25DFE"/>
    <w:rsid w:val="00F33CBE"/>
    <w:rsid w:val="00F56318"/>
    <w:rsid w:val="00F57E0C"/>
    <w:rsid w:val="00F674BC"/>
    <w:rsid w:val="00F82525"/>
    <w:rsid w:val="00F94378"/>
    <w:rsid w:val="00F97FEA"/>
    <w:rsid w:val="00FB4F66"/>
    <w:rsid w:val="00FC5F3A"/>
    <w:rsid w:val="00FD557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311A9"/>
  <w15:docId w15:val="{BAE8CCEA-A35A-44B4-8C4D-1A4F80961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FC5F3A"/>
    <w:rPr>
      <w:sz w:val="16"/>
      <w:szCs w:val="16"/>
    </w:rPr>
  </w:style>
  <w:style w:type="paragraph" w:styleId="Kommentartext">
    <w:name w:val="annotation text"/>
    <w:basedOn w:val="Standard"/>
    <w:link w:val="KommentartextZchn"/>
    <w:uiPriority w:val="99"/>
    <w:semiHidden/>
    <w:unhideWhenUsed/>
    <w:rsid w:val="00FC5F3A"/>
    <w:rPr>
      <w:sz w:val="20"/>
      <w:szCs w:val="20"/>
    </w:rPr>
  </w:style>
  <w:style w:type="character" w:customStyle="1" w:styleId="KommentartextZchn">
    <w:name w:val="Kommentartext Zchn"/>
    <w:basedOn w:val="Absatz-Standardschriftart"/>
    <w:link w:val="Kommentartext"/>
    <w:uiPriority w:val="99"/>
    <w:semiHidden/>
    <w:rsid w:val="00FC5F3A"/>
    <w:rPr>
      <w:sz w:val="20"/>
      <w:szCs w:val="20"/>
    </w:rPr>
  </w:style>
  <w:style w:type="paragraph" w:styleId="Kommentarthema">
    <w:name w:val="annotation subject"/>
    <w:basedOn w:val="Kommentartext"/>
    <w:next w:val="Kommentartext"/>
    <w:link w:val="KommentarthemaZchn"/>
    <w:uiPriority w:val="99"/>
    <w:semiHidden/>
    <w:unhideWhenUsed/>
    <w:rsid w:val="00FC5F3A"/>
    <w:rPr>
      <w:b/>
      <w:bCs/>
    </w:rPr>
  </w:style>
  <w:style w:type="character" w:customStyle="1" w:styleId="KommentarthemaZchn">
    <w:name w:val="Kommentarthema Zchn"/>
    <w:basedOn w:val="KommentartextZchn"/>
    <w:link w:val="Kommentarthema"/>
    <w:uiPriority w:val="99"/>
    <w:semiHidden/>
    <w:rsid w:val="00FC5F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27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05AC4-B85C-44B0-83AA-7A139B839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4</Pages>
  <Words>754</Words>
  <Characters>4755</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Alves Alice</cp:lastModifiedBy>
  <cp:revision>4</cp:revision>
  <dcterms:created xsi:type="dcterms:W3CDTF">2020-05-22T12:30:00Z</dcterms:created>
  <dcterms:modified xsi:type="dcterms:W3CDTF">2020-07-13T14:29:00Z</dcterms:modified>
</cp:coreProperties>
</file>